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1E3178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1E3178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Kenmerken</w:t>
      </w:r>
    </w:p>
    <w:p w14:paraId="6B05FFB8" w14:textId="77777777" w:rsidR="00A72611" w:rsidRDefault="00A72611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Loodvrij</w:t>
      </w:r>
    </w:p>
    <w:p w14:paraId="4F1205FE" w14:textId="3D6F1F06" w:rsidR="00AB1F92" w:rsidRDefault="00AB1F92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15B3F019" w:rsidR="00AB1F92" w:rsidRDefault="00670AA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61311323" w14:textId="465095AA" w:rsidR="00FD66CC" w:rsidRDefault="00FD66CC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Kogel- en basislichaam volledig doorstroomd</w:t>
      </w:r>
    </w:p>
    <w:p w14:paraId="21D72C03" w14:textId="384AA00A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</w:p>
    <w:p w14:paraId="21EA70EF" w14:textId="49E2E697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2B6815B5" w:rsidR="00FD7EAA" w:rsidRDefault="00954F6F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>van toewijzing</w:t>
      </w:r>
      <w:r w:rsidR="00DC58BE">
        <w:rPr>
          <w:rFonts w:cs="Arial"/>
          <w:color w:val="002060"/>
        </w:rPr>
        <w:t xml:space="preserve"> voor gebruik</w:t>
      </w:r>
      <w:r w:rsidR="00FC0E10">
        <w:rPr>
          <w:rFonts w:cs="Arial"/>
          <w:color w:val="002060"/>
        </w:rPr>
        <w:t xml:space="preserve"> (</w:t>
      </w:r>
      <w:r w:rsidR="00FC0E10" w:rsidRPr="00DC58BE">
        <w:rPr>
          <w:rFonts w:cs="Arial"/>
          <w:i/>
          <w:iCs/>
          <w:color w:val="002060"/>
        </w:rPr>
        <w:t>blauw, rood en groen</w:t>
      </w:r>
      <w:r w:rsidR="00FC0E10">
        <w:rPr>
          <w:rFonts w:cs="Arial"/>
          <w:color w:val="002060"/>
        </w:rPr>
        <w:t xml:space="preserve">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4D773317" w:rsidR="001B1128" w:rsidRDefault="001B1128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</w:t>
      </w:r>
      <w:r w:rsidR="00DB78FF">
        <w:rPr>
          <w:rFonts w:cs="Arial"/>
          <w:color w:val="002060"/>
          <w:lang w:val="nl-BE"/>
        </w:rPr>
        <w:t>schroef</w:t>
      </w:r>
    </w:p>
    <w:p w14:paraId="3540F252" w14:textId="180B0A86" w:rsidR="00361E38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32C0BB7F" w14:textId="45262F91" w:rsidR="00EC7533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O-ring in EPDM</w:t>
      </w:r>
    </w:p>
    <w:p w14:paraId="7A9F83B4" w14:textId="13179688" w:rsidR="00E0580E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4A2ABC72" w:rsidR="000D7790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Persverbinding met transparante beschermkap</w:t>
      </w:r>
    </w:p>
    <w:p w14:paraId="66517263" w14:textId="645068B7" w:rsidR="000D7790" w:rsidRPr="001E3178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455EE1C5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252D47">
        <w:rPr>
          <w:rFonts w:cs="Arial"/>
          <w:color w:val="002060"/>
          <w:lang w:val="nl-BE"/>
        </w:rPr>
        <w:t>Loodvrij Siliciumbrons (CuZn21Si3P)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6A9DD8A2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AC424B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20</w:t>
      </w:r>
      <w:r>
        <w:rPr>
          <w:rFonts w:cs="Arial"/>
          <w:color w:val="002060"/>
          <w:lang w:val="nl-BE"/>
        </w:rPr>
        <w:t xml:space="preserve"> – 2</w:t>
      </w:r>
      <w:r w:rsidR="00AC424B">
        <w:rPr>
          <w:rFonts w:cs="Arial"/>
          <w:color w:val="002060"/>
          <w:lang w:val="nl-BE"/>
        </w:rPr>
        <w:t>5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32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AC424B">
        <w:rPr>
          <w:rFonts w:cs="Arial"/>
          <w:color w:val="002060"/>
          <w:lang w:val="nl-BE"/>
        </w:rPr>
        <w:t>40</w:t>
      </w:r>
      <w:r w:rsidR="00BA4585"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50</w:t>
      </w:r>
      <w:r w:rsidR="00BA4585">
        <w:rPr>
          <w:rFonts w:cs="Arial"/>
          <w:color w:val="002060"/>
          <w:lang w:val="nl-BE"/>
        </w:rPr>
        <w:t>mm</w:t>
      </w:r>
    </w:p>
    <w:p w14:paraId="5425DDB8" w14:textId="57E8695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C650D5">
        <w:rPr>
          <w:rFonts w:cs="Arial"/>
          <w:color w:val="002060"/>
          <w:lang w:val="nl-BE"/>
        </w:rPr>
        <w:t>EPDM</w:t>
      </w:r>
    </w:p>
    <w:p w14:paraId="49437798" w14:textId="51B82BC8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792515">
        <w:rPr>
          <w:rFonts w:cs="Arial"/>
          <w:color w:val="002060"/>
          <w:lang w:val="nl-BE"/>
        </w:rPr>
        <w:t>0</w:t>
      </w:r>
      <w:r w:rsidRPr="00792515">
        <w:rPr>
          <w:rFonts w:cs="Arial"/>
          <w:color w:val="002060"/>
          <w:lang w:val="nl-BE"/>
        </w:rPr>
        <w:t xml:space="preserve">°C </w:t>
      </w:r>
      <w:r w:rsidR="008F0798" w:rsidRPr="00792515">
        <w:rPr>
          <w:rFonts w:cs="Arial"/>
          <w:color w:val="002060"/>
          <w:lang w:val="nl-BE"/>
        </w:rPr>
        <w:t xml:space="preserve">//  </w:t>
      </w:r>
      <w:r w:rsidR="00792515">
        <w:rPr>
          <w:rFonts w:cs="Arial"/>
          <w:color w:val="002060"/>
          <w:lang w:val="nl-BE"/>
        </w:rPr>
        <w:t>80</w:t>
      </w:r>
      <w:r w:rsidR="008F0798" w:rsidRPr="00792515">
        <w:rPr>
          <w:rFonts w:cs="Arial"/>
          <w:color w:val="002060"/>
          <w:lang w:val="nl-BE"/>
        </w:rPr>
        <w:t>°C</w:t>
      </w:r>
    </w:p>
    <w:p w14:paraId="067E18BD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1E3178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76A9804C" w:rsidR="00F44E25" w:rsidRDefault="00F44E25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="0095156C" w:rsidRPr="0095156C">
        <w:rPr>
          <w:rFonts w:cs="Arial"/>
          <w:color w:val="002060"/>
          <w:sz w:val="18"/>
          <w:szCs w:val="18"/>
          <w:lang w:val="nl-BE"/>
        </w:rPr>
        <w:t>“</w:t>
      </w:r>
      <w:r w:rsidRPr="0095156C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95156C">
        <w:rPr>
          <w:rFonts w:cs="Arial"/>
          <w:color w:val="002060"/>
          <w:sz w:val="16"/>
          <w:szCs w:val="16"/>
          <w:lang w:val="nl-BE"/>
        </w:rPr>
        <w:t>Technische Informatie “Behandeld Water</w:t>
      </w:r>
      <w:r w:rsidR="00AC549E" w:rsidRPr="0095156C">
        <w:rPr>
          <w:rFonts w:cs="Arial"/>
          <w:color w:val="002060"/>
          <w:sz w:val="18"/>
          <w:szCs w:val="18"/>
          <w:lang w:val="nl-BE"/>
        </w:rPr>
        <w:t>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76700097" w14:textId="4787FCE7" w:rsidR="00376947" w:rsidRDefault="0037694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zeewater</w:t>
      </w:r>
    </w:p>
    <w:p w14:paraId="36A66FDD" w14:textId="6AAE5B2B" w:rsidR="00C10AFC" w:rsidRDefault="00C10AFC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E370CD">
        <w:rPr>
          <w:rFonts w:cs="Arial"/>
          <w:color w:val="002060"/>
          <w:sz w:val="18"/>
          <w:szCs w:val="18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39EB9BC4" w:rsidR="00923387" w:rsidRPr="00C55429" w:rsidRDefault="0092338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376947">
        <w:rPr>
          <w:rFonts w:cs="Arial"/>
          <w:color w:val="002060"/>
          <w:lang w:val="nl-BE"/>
        </w:rPr>
        <w:t xml:space="preserve"> (</w:t>
      </w:r>
      <w:proofErr w:type="spellStart"/>
      <w:r w:rsidR="00376947" w:rsidRPr="00E370CD">
        <w:rPr>
          <w:rFonts w:cs="Arial"/>
          <w:color w:val="002060"/>
          <w:sz w:val="18"/>
          <w:szCs w:val="18"/>
          <w:lang w:val="nl-BE"/>
        </w:rPr>
        <w:t>bvb</w:t>
      </w:r>
      <w:proofErr w:type="spellEnd"/>
      <w:r w:rsidR="00376947" w:rsidRPr="00E370CD">
        <w:rPr>
          <w:rFonts w:cs="Arial"/>
          <w:color w:val="002060"/>
          <w:sz w:val="18"/>
          <w:szCs w:val="18"/>
          <w:lang w:val="nl-BE"/>
        </w:rPr>
        <w:t>; Stikstof</w:t>
      </w:r>
      <w:r w:rsidR="00E370CD">
        <w:rPr>
          <w:rFonts w:cs="Arial"/>
          <w:color w:val="002060"/>
          <w:lang w:val="nl-BE"/>
        </w:rPr>
        <w:t>)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073A" w14:textId="77777777" w:rsidR="0096604D" w:rsidRDefault="0096604D">
      <w:r>
        <w:separator/>
      </w:r>
    </w:p>
  </w:endnote>
  <w:endnote w:type="continuationSeparator" w:id="0">
    <w:p w14:paraId="5DB4B39F" w14:textId="77777777" w:rsidR="0096604D" w:rsidRDefault="0096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EEB9" w14:textId="77777777" w:rsidR="0096604D" w:rsidRDefault="0096604D">
      <w:r>
        <w:separator/>
      </w:r>
    </w:p>
  </w:footnote>
  <w:footnote w:type="continuationSeparator" w:id="0">
    <w:p w14:paraId="3EAAF9D9" w14:textId="77777777" w:rsidR="0096604D" w:rsidRDefault="0096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5F1A93E6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EF432D">
      <w:rPr>
        <w:rFonts w:ascii="Arial" w:hAnsi="Arial" w:cs="Arial"/>
        <w:b/>
        <w:color w:val="002060"/>
      </w:rPr>
      <w:t>Flowfit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44313"/>
    <w:multiLevelType w:val="hybridMultilevel"/>
    <w:tmpl w:val="0562BAE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25923"/>
    <w:multiLevelType w:val="hybridMultilevel"/>
    <w:tmpl w:val="7C44D118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9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6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2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7"/>
  </w:num>
  <w:num w:numId="19" w16cid:durableId="1179588350">
    <w:abstractNumId w:val="28"/>
  </w:num>
  <w:num w:numId="20" w16cid:durableId="1147628665">
    <w:abstractNumId w:val="24"/>
  </w:num>
  <w:num w:numId="21" w16cid:durableId="1233469044">
    <w:abstractNumId w:val="22"/>
  </w:num>
  <w:num w:numId="22" w16cid:durableId="447043695">
    <w:abstractNumId w:val="16"/>
  </w:num>
  <w:num w:numId="23" w16cid:durableId="1627004811">
    <w:abstractNumId w:val="31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5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30"/>
  </w:num>
  <w:num w:numId="33" w16cid:durableId="1330912325">
    <w:abstractNumId w:val="23"/>
  </w:num>
  <w:num w:numId="34" w16cid:durableId="166095822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E3178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C673D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04D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7FF"/>
    <w:rsid w:val="00B94AA6"/>
    <w:rsid w:val="00BA062A"/>
    <w:rsid w:val="00BA4585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418F97-D833-4786-8953-AE96AB25F771}"/>
</file>

<file path=customXml/itemProps2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</TotalTime>
  <Pages>2</Pages>
  <Words>207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2023-12-07T14:23:00Z</cp:lastPrinted>
  <dcterms:created xsi:type="dcterms:W3CDTF">2023-12-07T13:52:00Z</dcterms:created>
  <dcterms:modified xsi:type="dcterms:W3CDTF">2023-12-07T14:44:00Z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